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B3" w:rsidRPr="00BF2977" w:rsidRDefault="00D667B3" w:rsidP="00EB64C4">
      <w:pPr>
        <w:widowControl/>
        <w:jc w:val="left"/>
        <w:rPr>
          <w:rFonts w:ascii="黑体" w:eastAsia="黑体" w:hAnsi="宋体" w:cs="Arial"/>
          <w:color w:val="000000"/>
          <w:kern w:val="0"/>
          <w:sz w:val="32"/>
          <w:szCs w:val="32"/>
        </w:rPr>
      </w:pPr>
      <w:r w:rsidRPr="00BF2977"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附件</w:t>
      </w:r>
      <w:r w:rsidRPr="00BF2977">
        <w:rPr>
          <w:rFonts w:ascii="黑体" w:eastAsia="黑体" w:hAnsi="宋体" w:cs="黑体"/>
          <w:color w:val="000000"/>
          <w:kern w:val="0"/>
          <w:sz w:val="32"/>
          <w:szCs w:val="32"/>
        </w:rPr>
        <w:t>1-2</w:t>
      </w:r>
    </w:p>
    <w:p w:rsidR="00D667B3" w:rsidRDefault="00D667B3" w:rsidP="0033382C">
      <w:pPr>
        <w:widowControl/>
        <w:jc w:val="center"/>
        <w:rPr>
          <w:rFonts w:ascii="仿宋_GB2312" w:eastAsia="仿宋_GB2312" w:hAnsi="宋体" w:cs="Arial"/>
          <w:b/>
          <w:bCs/>
          <w:color w:val="000000"/>
          <w:kern w:val="0"/>
          <w:sz w:val="36"/>
          <w:szCs w:val="36"/>
        </w:rPr>
      </w:pPr>
    </w:p>
    <w:p w:rsidR="00D667B3" w:rsidRPr="00BF2977" w:rsidRDefault="00D667B3" w:rsidP="0033382C">
      <w:pPr>
        <w:widowControl/>
        <w:jc w:val="center"/>
        <w:rPr>
          <w:rFonts w:ascii="方正小标宋简体" w:eastAsia="方正小标宋简体" w:hAnsi="宋体" w:cs="Arial"/>
          <w:color w:val="000000"/>
          <w:kern w:val="0"/>
          <w:sz w:val="44"/>
          <w:szCs w:val="44"/>
        </w:rPr>
      </w:pPr>
      <w:r w:rsidRPr="00BF2977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使用说明</w:t>
      </w:r>
    </w:p>
    <w:p w:rsidR="00D667B3" w:rsidRPr="0033382C" w:rsidRDefault="00D667B3" w:rsidP="0033382C">
      <w:pPr>
        <w:widowControl/>
        <w:jc w:val="center"/>
        <w:rPr>
          <w:rFonts w:ascii="仿宋_GB2312" w:eastAsia="仿宋_GB2312" w:hAnsi="宋体" w:cs="Arial"/>
          <w:b/>
          <w:bCs/>
          <w:color w:val="000000"/>
          <w:kern w:val="0"/>
          <w:sz w:val="36"/>
          <w:szCs w:val="36"/>
        </w:rPr>
      </w:pP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一、中央、军队、武警、省属驻穗医疗机构基本医疗服务项目价格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汇总表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（以下简称《基本医疗服务项目价格》）所列医疗服务价格项目采用五级分类法。其中第一级分为综合医疗服务类、医技诊疗类、临床诊疗类、中医及民族医诊疗类。每类下可设第二至四级分类，第五级为医疗服务价格终极项目。其中临床诊疗类中“临床各系统诊疗”和“手术治疗”两类参照国际疾病分类（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ICD-9-CM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）的分类格式，按解剖部位从上至下，由近端到远端，由浅层到深层原则排序。</w:t>
      </w:r>
    </w:p>
    <w:p w:rsidR="00D667B3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项目分类的基本框架举例如下：</w:t>
      </w:r>
    </w:p>
    <w:p w:rsidR="00D667B3" w:rsidRDefault="00D667B3" w:rsidP="0033382C">
      <w:pPr>
        <w:widowControl/>
        <w:jc w:val="center"/>
        <w:rPr>
          <w:rFonts w:ascii="仿宋_GB2312" w:eastAsia="仿宋_GB2312" w:hAnsi="宋体" w:cs="Arial"/>
          <w:b/>
          <w:bCs/>
          <w:color w:val="000000"/>
          <w:kern w:val="0"/>
          <w:sz w:val="28"/>
          <w:szCs w:val="28"/>
        </w:rPr>
      </w:pPr>
    </w:p>
    <w:p w:rsidR="00D667B3" w:rsidRPr="0033382C" w:rsidRDefault="00D667B3" w:rsidP="0033382C">
      <w:pPr>
        <w:widowControl/>
        <w:jc w:val="center"/>
        <w:rPr>
          <w:rFonts w:ascii="仿宋_GB2312" w:eastAsia="仿宋_GB2312" w:hAnsi="宋体" w:cs="Arial"/>
          <w:color w:val="000000"/>
          <w:kern w:val="0"/>
          <w:sz w:val="28"/>
          <w:szCs w:val="28"/>
        </w:rPr>
      </w:pPr>
      <w:r w:rsidRPr="0033382C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医疗服务价格项目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948"/>
        <w:gridCol w:w="948"/>
        <w:gridCol w:w="779"/>
        <w:gridCol w:w="780"/>
        <w:gridCol w:w="447"/>
        <w:gridCol w:w="333"/>
        <w:gridCol w:w="780"/>
        <w:gridCol w:w="1395"/>
        <w:gridCol w:w="1395"/>
      </w:tblGrid>
      <w:tr w:rsidR="00D667B3" w:rsidRPr="00284DE7">
        <w:trPr>
          <w:jc w:val="center"/>
        </w:trPr>
        <w:tc>
          <w:tcPr>
            <w:tcW w:w="3902" w:type="dxa"/>
            <w:gridSpan w:val="5"/>
            <w:tcBorders>
              <w:top w:val="nil"/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667B3" w:rsidRPr="00284DE7">
        <w:trPr>
          <w:jc w:val="center"/>
        </w:trPr>
        <w:tc>
          <w:tcPr>
            <w:tcW w:w="948" w:type="dxa"/>
            <w:tcBorders>
              <w:top w:val="nil"/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8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667B3" w:rsidRPr="00284DE7">
        <w:trPr>
          <w:jc w:val="center"/>
        </w:trPr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综合医疗服务类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医技诊疗类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临床诊疗类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中医及民族医诊疗类</w:t>
            </w:r>
          </w:p>
        </w:tc>
      </w:tr>
      <w:tr w:rsidR="00D667B3" w:rsidRPr="00284DE7">
        <w:trPr>
          <w:jc w:val="center"/>
        </w:trPr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    4   </w:t>
            </w: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（一级分类）</w:t>
            </w:r>
          </w:p>
        </w:tc>
      </w:tr>
    </w:tbl>
    <w:p w:rsidR="00D667B3" w:rsidRPr="0033382C" w:rsidRDefault="00D667B3" w:rsidP="0033382C">
      <w:pPr>
        <w:widowControl/>
        <w:spacing w:line="240" w:lineRule="exact"/>
        <w:rPr>
          <w:rFonts w:ascii="仿宋_GB2312" w:eastAsia="仿宋_GB2312" w:hAnsi="宋体" w:cs="Arial"/>
          <w:b/>
          <w:bCs/>
          <w:color w:val="000000"/>
          <w:kern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918"/>
        <w:gridCol w:w="918"/>
        <w:gridCol w:w="1107"/>
        <w:gridCol w:w="1107"/>
        <w:gridCol w:w="40"/>
        <w:gridCol w:w="607"/>
        <w:gridCol w:w="648"/>
        <w:gridCol w:w="1417"/>
        <w:gridCol w:w="1418"/>
      </w:tblGrid>
      <w:tr w:rsidR="00D667B3" w:rsidRPr="00284DE7">
        <w:trPr>
          <w:jc w:val="center"/>
        </w:trPr>
        <w:tc>
          <w:tcPr>
            <w:tcW w:w="4090" w:type="dxa"/>
            <w:gridSpan w:val="5"/>
            <w:tcBorders>
              <w:top w:val="nil"/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90" w:type="dxa"/>
            <w:gridSpan w:val="4"/>
            <w:tcBorders>
              <w:top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667B3" w:rsidRPr="00284DE7">
        <w:trPr>
          <w:jc w:val="center"/>
        </w:trPr>
        <w:tc>
          <w:tcPr>
            <w:tcW w:w="918" w:type="dxa"/>
            <w:tcBorders>
              <w:top w:val="nil"/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8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667B3" w:rsidRPr="00284DE7">
        <w:trPr>
          <w:jc w:val="center"/>
        </w:trPr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临床各系统诊疗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经血管介入性治疗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手术治疗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物理治疗与康复</w:t>
            </w:r>
          </w:p>
        </w:tc>
      </w:tr>
      <w:tr w:rsidR="00D667B3" w:rsidRPr="00284DE7">
        <w:trPr>
          <w:jc w:val="center"/>
        </w:trPr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34  </w:t>
            </w: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（二级分类）</w:t>
            </w:r>
          </w:p>
        </w:tc>
      </w:tr>
    </w:tbl>
    <w:p w:rsidR="00D667B3" w:rsidRDefault="00D667B3" w:rsidP="0033382C">
      <w:pPr>
        <w:widowControl/>
        <w:spacing w:line="240" w:lineRule="exact"/>
        <w:jc w:val="left"/>
        <w:rPr>
          <w:rFonts w:ascii="仿宋_GB2312" w:eastAsia="仿宋_GB2312" w:hAnsi="宋体" w:cs="Arial"/>
          <w:color w:val="000000"/>
          <w:kern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54"/>
        <w:gridCol w:w="355"/>
        <w:gridCol w:w="850"/>
        <w:gridCol w:w="851"/>
        <w:gridCol w:w="921"/>
        <w:gridCol w:w="901"/>
        <w:gridCol w:w="20"/>
        <w:gridCol w:w="663"/>
        <w:gridCol w:w="663"/>
        <w:gridCol w:w="712"/>
        <w:gridCol w:w="712"/>
        <w:gridCol w:w="731"/>
        <w:gridCol w:w="731"/>
      </w:tblGrid>
      <w:tr w:rsidR="00D667B3" w:rsidRPr="00284DE7">
        <w:trPr>
          <w:jc w:val="center"/>
        </w:trPr>
        <w:tc>
          <w:tcPr>
            <w:tcW w:w="4232" w:type="dxa"/>
            <w:gridSpan w:val="6"/>
            <w:tcBorders>
              <w:top w:val="nil"/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32" w:type="dxa"/>
            <w:gridSpan w:val="7"/>
            <w:tcBorders>
              <w:top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667B3" w:rsidRPr="00284DE7">
        <w:trPr>
          <w:jc w:val="center"/>
        </w:trPr>
        <w:tc>
          <w:tcPr>
            <w:tcW w:w="354" w:type="dxa"/>
            <w:tcBorders>
              <w:top w:val="nil"/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1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667B3" w:rsidRPr="00284DE7">
        <w:trPr>
          <w:jc w:val="center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麻醉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神经系统手术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内分泌系统手术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眼部手术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耳部手术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……</w:t>
            </w:r>
          </w:p>
        </w:tc>
      </w:tr>
      <w:tr w:rsidR="00D667B3" w:rsidRPr="00284DE7">
        <w:trPr>
          <w:jc w:val="center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3302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3303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3304</w:t>
            </w:r>
          </w:p>
        </w:tc>
        <w:tc>
          <w:tcPr>
            <w:tcW w:w="28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3305</w:t>
            </w: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……（三级分类）</w:t>
            </w:r>
          </w:p>
        </w:tc>
      </w:tr>
    </w:tbl>
    <w:p w:rsidR="00D667B3" w:rsidRPr="0033382C" w:rsidRDefault="00D667B3" w:rsidP="0033382C">
      <w:pPr>
        <w:widowControl/>
        <w:spacing w:line="240" w:lineRule="exact"/>
        <w:jc w:val="left"/>
        <w:rPr>
          <w:rFonts w:ascii="仿宋_GB2312" w:eastAsia="仿宋_GB2312" w:hAnsi="宋体" w:cs="Arial"/>
          <w:color w:val="000000"/>
          <w:kern w:val="0"/>
          <w:sz w:val="28"/>
          <w:szCs w:val="28"/>
        </w:rPr>
      </w:pPr>
    </w:p>
    <w:tbl>
      <w:tblPr>
        <w:tblW w:w="9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82"/>
        <w:gridCol w:w="583"/>
        <w:gridCol w:w="595"/>
        <w:gridCol w:w="595"/>
        <w:gridCol w:w="708"/>
        <w:gridCol w:w="709"/>
        <w:gridCol w:w="736"/>
        <w:gridCol w:w="43"/>
        <w:gridCol w:w="780"/>
        <w:gridCol w:w="1205"/>
        <w:gridCol w:w="1206"/>
        <w:gridCol w:w="637"/>
        <w:gridCol w:w="638"/>
      </w:tblGrid>
      <w:tr w:rsidR="00D667B3" w:rsidRPr="00284DE7">
        <w:trPr>
          <w:jc w:val="center"/>
        </w:trPr>
        <w:tc>
          <w:tcPr>
            <w:tcW w:w="4508" w:type="dxa"/>
            <w:gridSpan w:val="7"/>
            <w:tcBorders>
              <w:top w:val="nil"/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9" w:type="dxa"/>
            <w:gridSpan w:val="6"/>
            <w:tcBorders>
              <w:top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667B3" w:rsidRPr="00284DE7">
        <w:trPr>
          <w:jc w:val="center"/>
        </w:trPr>
        <w:tc>
          <w:tcPr>
            <w:tcW w:w="582" w:type="dxa"/>
            <w:tcBorders>
              <w:top w:val="nil"/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tcBorders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667B3" w:rsidRPr="00284DE7">
        <w:trPr>
          <w:jc w:val="center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眼睑手术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泪器手术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结膜手术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角膜手术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虹膜睫状体和前房手术</w:t>
            </w: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……</w:t>
            </w:r>
          </w:p>
        </w:tc>
      </w:tr>
      <w:tr w:rsidR="00D667B3" w:rsidRPr="00284DE7">
        <w:trPr>
          <w:jc w:val="center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330401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330402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330403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284DE7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330404</w:t>
            </w: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D667B3">
            <w:pPr>
              <w:widowControl/>
              <w:ind w:firstLineChars="300" w:firstLine="31680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330405  </w:t>
            </w: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……（四级分类）</w:t>
            </w:r>
          </w:p>
        </w:tc>
      </w:tr>
    </w:tbl>
    <w:p w:rsidR="00D667B3" w:rsidRPr="0033382C" w:rsidRDefault="00D667B3" w:rsidP="0033382C">
      <w:pPr>
        <w:widowControl/>
        <w:spacing w:line="240" w:lineRule="exact"/>
        <w:rPr>
          <w:rFonts w:ascii="仿宋_GB2312" w:eastAsia="仿宋_GB2312" w:hAnsi="宋体" w:cs="Arial"/>
          <w:b/>
          <w:bCs/>
          <w:color w:val="000000"/>
          <w:kern w:val="0"/>
          <w:sz w:val="28"/>
          <w:szCs w:val="28"/>
        </w:rPr>
      </w:pP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693"/>
        <w:gridCol w:w="4693"/>
      </w:tblGrid>
      <w:tr w:rsidR="00D667B3" w:rsidRPr="00284DE7">
        <w:trPr>
          <w:jc w:val="center"/>
        </w:trPr>
        <w:tc>
          <w:tcPr>
            <w:tcW w:w="4693" w:type="dxa"/>
            <w:tcBorders>
              <w:top w:val="nil"/>
              <w:lef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93" w:type="dxa"/>
            <w:tcBorders>
              <w:top w:val="nil"/>
              <w:right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667B3" w:rsidRPr="00284DE7">
        <w:trPr>
          <w:jc w:val="center"/>
        </w:trPr>
        <w:tc>
          <w:tcPr>
            <w:tcW w:w="9386" w:type="dxa"/>
            <w:gridSpan w:val="2"/>
            <w:tcBorders>
              <w:bottom w:val="nil"/>
            </w:tcBorders>
          </w:tcPr>
          <w:p w:rsidR="00D667B3" w:rsidRPr="00284DE7" w:rsidRDefault="00D667B3" w:rsidP="00284DE7">
            <w:pPr>
              <w:widowControl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667B3" w:rsidRPr="00284DE7">
        <w:trPr>
          <w:trHeight w:val="634"/>
          <w:jc w:val="center"/>
        </w:trPr>
        <w:tc>
          <w:tcPr>
            <w:tcW w:w="9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7B3" w:rsidRPr="00284DE7" w:rsidRDefault="00D667B3" w:rsidP="00D667B3">
            <w:pPr>
              <w:widowControl/>
              <w:ind w:leftChars="550" w:left="31680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330404001 </w:t>
            </w: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表层角膜镜片镶嵌术</w:t>
            </w: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 </w:t>
            </w: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（第五级：终极项目）</w:t>
            </w:r>
          </w:p>
          <w:p w:rsidR="00D667B3" w:rsidRPr="00284DE7" w:rsidRDefault="00D667B3" w:rsidP="00D667B3">
            <w:pPr>
              <w:widowControl/>
              <w:ind w:leftChars="550" w:left="31680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330404002 </w:t>
            </w: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近视性放射状角膜切开术</w:t>
            </w:r>
            <w:r w:rsidRPr="00284DE7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284DE7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……</w:t>
            </w:r>
          </w:p>
        </w:tc>
      </w:tr>
    </w:tbl>
    <w:p w:rsidR="00D667B3" w:rsidRPr="0033382C" w:rsidRDefault="00D667B3" w:rsidP="0033382C">
      <w:pPr>
        <w:widowControl/>
        <w:rPr>
          <w:rFonts w:ascii="仿宋_GB2312" w:eastAsia="仿宋_GB2312" w:hAnsi="宋体" w:cs="Arial"/>
          <w:color w:val="000000"/>
          <w:kern w:val="0"/>
          <w:sz w:val="28"/>
          <w:szCs w:val="28"/>
        </w:rPr>
      </w:pP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二、每项医疗服务价格项目设“财务分类”、“编码”、“项目名称”、“项目内涵”、“除外内容”、“计价单位”、“价格”和“说明”八个栏目。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1.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财务分类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财务分类是根据财政部和卫生部颁布的《医院财务制度》规定的医疗收入项目类别确定的，财务分类码采用大写英文字母，其中：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A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为挂号费、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B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为床位费、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C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为诊查费、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D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为检查费、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E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为治疗费、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F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为护理费、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G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为手术费、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H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为化验费、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I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为其他费。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2.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项目编码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项目编码采用顺序码，设为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9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位。从左至右第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1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位为一级分类码，第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2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位为二级分类码，第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3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－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4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位为三级分类码，第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5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－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6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位为四级分类码，第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7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－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9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位为项目顺序码。部分类别项目因分类简单，无第三、四级分类，分类编码记为“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00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”。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3.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项目名称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为中文标准名称，部分项目名称中在括号内列出西文名称或缩写。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4.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项目内涵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用于规范项目的服务范围、内容、方式和手段。项目内涵使用“含”、“包括”、“不含”三个专用名词进行界定：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⑴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含：表示在医疗服务项目中应当提供的服务内容，这些服务内容不得单独分解收费。但在特殊情况下，由于患者病情需要只提供其中部分服务内容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,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也按此项标准计价。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⑵包括：在“包括”后面所列的不同服务内容和不同技术方法，均按本项目同一价格标准计价。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⑶不含：在“不含”后面所列的服务内容应单独计价。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5.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除外内容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指在医疗服务项目中需要另行收费的药物、特殊医用消耗材料和组织器官移植的供体等。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6.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计价单位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指提供该项目服务时的</w:t>
      </w:r>
      <w:bookmarkStart w:id="0" w:name="_GoBack"/>
      <w:bookmarkEnd w:id="0"/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基本计价方式。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7.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价格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指完成该项目服务可以收取的费用。该价格为中央、军队、武警、省属驻穗公立医疗机构医疗服务政府指导价的上限。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8.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说明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指本项目在定价时需要特殊说明的相关事宜。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三、关于项目查找的说明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为精简项目数量，《基本医疗服务项目价格》对于一些服务性质相同且成本相近的项目进行了适当归并。在查找中请注意项目内涵中“包括”的内容。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多科室共同使用的项目统一归入综合医疗服务类。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临床各系统诊疗类和手术治疗类项目不按临床科室列项，请参照国际疾病分类顺序，按照相应的解剖系统和部位查找。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两个以上医技科室均可开展的医技诊疗项目，查找时请注意医技诊疗类的说明。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技术尚不成熟的新技术项目，暂不立项。请根据有关规定申请立项，另行定价。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四、需要说明的几点问题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1.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在同一项医疗技术服务项目中，由于增加技术难度、增加（或减少）</w:t>
      </w: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诊疗范围或使用特殊仪器，可按规定的比例增加（或减少）费用。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2.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在同一服务内容中，《基本医疗服务项目价格》不以设备、试剂的型号和产地分别立项。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3.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提供各项医疗服务必须按医嘱要求或护理记录进行，无医嘱要求或护理记录的服务项目不得收费。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4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．监护（监测）收费必须提供监护（监测）记录、监护（监测）结论报告等依据。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5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．收取各类片费、图文报告费，必须向患者提供胶片（图片）或图文报告，用于教学目的或医院存档目的的胶片（图片）和图文报告不得向患者收费。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33382C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6</w:t>
      </w:r>
      <w:r w:rsidRPr="0033382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．“除外内容”和“说明”中未明确规定可另外计费的医疗器械、一次性医用消耗材料等，一律不得另外收费；患者需使用“除外内容”中列明的需另外计费的特殊医用消耗材料时，医疗机构应事先征得患者或家属同意，未经患者或家属同意的，不得收费。</w:t>
      </w:r>
    </w:p>
    <w:p w:rsidR="00D667B3" w:rsidRPr="0033382C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</w:p>
    <w:p w:rsidR="00D667B3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</w:p>
    <w:p w:rsidR="00D667B3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</w:p>
    <w:p w:rsidR="00D667B3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</w:p>
    <w:p w:rsidR="00D667B3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</w:p>
    <w:p w:rsidR="00D667B3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</w:p>
    <w:p w:rsidR="00D667B3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</w:p>
    <w:p w:rsidR="00D667B3" w:rsidRDefault="00D667B3" w:rsidP="00BF2977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</w:p>
    <w:p w:rsidR="00D667B3" w:rsidRPr="005C0A88" w:rsidRDefault="00D667B3" w:rsidP="00EC6729">
      <w:pPr>
        <w:widowControl/>
        <w:ind w:firstLineChars="200" w:firstLine="3168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</w:p>
    <w:sectPr w:rsidR="00D667B3" w:rsidRPr="005C0A88" w:rsidSect="00FE14AC">
      <w:headerReference w:type="default" r:id="rId6"/>
      <w:footerReference w:type="default" r:id="rId7"/>
      <w:pgSz w:w="11906" w:h="16838" w:code="9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7B3" w:rsidRDefault="00D667B3" w:rsidP="0033382C">
      <w:pPr>
        <w:rPr>
          <w:rFonts w:cs="Arial"/>
        </w:rPr>
      </w:pPr>
      <w:r>
        <w:rPr>
          <w:rFonts w:cs="Arial"/>
        </w:rPr>
        <w:separator/>
      </w:r>
    </w:p>
  </w:endnote>
  <w:endnote w:type="continuationSeparator" w:id="0">
    <w:p w:rsidR="00D667B3" w:rsidRDefault="00D667B3" w:rsidP="0033382C">
      <w:pPr>
        <w:rPr>
          <w:rFonts w:cs="Arial"/>
        </w:rPr>
      </w:pPr>
      <w:r>
        <w:rPr>
          <w:rFonts w:cs="Arial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7B3" w:rsidRPr="00FE14AC" w:rsidRDefault="00D667B3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FE14AC">
      <w:rPr>
        <w:rFonts w:ascii="Times New Roman" w:hAnsi="Times New Roman" w:cs="Times New Roman"/>
        <w:sz w:val="24"/>
        <w:szCs w:val="24"/>
      </w:rPr>
      <w:fldChar w:fldCharType="begin"/>
    </w:r>
    <w:r w:rsidRPr="00FE14AC">
      <w:rPr>
        <w:rFonts w:ascii="Times New Roman" w:hAnsi="Times New Roman" w:cs="Times New Roman"/>
        <w:sz w:val="24"/>
        <w:szCs w:val="24"/>
      </w:rPr>
      <w:instrText>PAGE   \* MERGEFORMAT</w:instrText>
    </w:r>
    <w:r w:rsidRPr="00FE14AC">
      <w:rPr>
        <w:rFonts w:ascii="Times New Roman" w:hAnsi="Times New Roman" w:cs="Times New Roman"/>
        <w:sz w:val="24"/>
        <w:szCs w:val="24"/>
      </w:rPr>
      <w:fldChar w:fldCharType="separate"/>
    </w:r>
    <w:r w:rsidRPr="00BF2977">
      <w:rPr>
        <w:rFonts w:ascii="Times New Roman" w:hAnsi="Times New Roman" w:cs="Times New Roman"/>
        <w:noProof/>
        <w:sz w:val="24"/>
        <w:szCs w:val="24"/>
        <w:lang w:val="zh-CN"/>
      </w:rPr>
      <w:t>5</w:t>
    </w:r>
    <w:r w:rsidRPr="00FE14AC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7B3" w:rsidRDefault="00D667B3" w:rsidP="0033382C">
      <w:pPr>
        <w:rPr>
          <w:rFonts w:cs="Arial"/>
        </w:rPr>
      </w:pPr>
      <w:r>
        <w:rPr>
          <w:rFonts w:cs="Arial"/>
        </w:rPr>
        <w:separator/>
      </w:r>
    </w:p>
  </w:footnote>
  <w:footnote w:type="continuationSeparator" w:id="0">
    <w:p w:rsidR="00D667B3" w:rsidRDefault="00D667B3" w:rsidP="0033382C">
      <w:pPr>
        <w:rPr>
          <w:rFonts w:cs="Arial"/>
        </w:rPr>
      </w:pPr>
      <w:r>
        <w:rPr>
          <w:rFonts w:cs="Arial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7B3" w:rsidRDefault="00D667B3" w:rsidP="00FC2429">
    <w:pPr>
      <w:pStyle w:val="Header"/>
      <w:pBdr>
        <w:bottom w:val="none" w:sz="0" w:space="0" w:color="auto"/>
      </w:pBdr>
      <w:rPr>
        <w:rFonts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B59"/>
    <w:rsid w:val="0000001E"/>
    <w:rsid w:val="00004718"/>
    <w:rsid w:val="000352D0"/>
    <w:rsid w:val="00060D0A"/>
    <w:rsid w:val="00067D4D"/>
    <w:rsid w:val="00083333"/>
    <w:rsid w:val="00084AAB"/>
    <w:rsid w:val="00087ADE"/>
    <w:rsid w:val="000976D3"/>
    <w:rsid w:val="000B7710"/>
    <w:rsid w:val="000C2469"/>
    <w:rsid w:val="000D5A99"/>
    <w:rsid w:val="000F6FDE"/>
    <w:rsid w:val="00103AA3"/>
    <w:rsid w:val="0013553E"/>
    <w:rsid w:val="0019623A"/>
    <w:rsid w:val="001A444C"/>
    <w:rsid w:val="001A54B1"/>
    <w:rsid w:val="001B1910"/>
    <w:rsid w:val="001B1ECE"/>
    <w:rsid w:val="001B3CB8"/>
    <w:rsid w:val="001B799D"/>
    <w:rsid w:val="001C1A77"/>
    <w:rsid w:val="001D0FB9"/>
    <w:rsid w:val="001E5655"/>
    <w:rsid w:val="00205E79"/>
    <w:rsid w:val="002103E8"/>
    <w:rsid w:val="00210CC4"/>
    <w:rsid w:val="00237D77"/>
    <w:rsid w:val="0024342A"/>
    <w:rsid w:val="00244572"/>
    <w:rsid w:val="00253420"/>
    <w:rsid w:val="00263135"/>
    <w:rsid w:val="00284DE7"/>
    <w:rsid w:val="00286E8F"/>
    <w:rsid w:val="002B7B0B"/>
    <w:rsid w:val="002E24D6"/>
    <w:rsid w:val="002E2FA9"/>
    <w:rsid w:val="002F430F"/>
    <w:rsid w:val="003134FE"/>
    <w:rsid w:val="003324B6"/>
    <w:rsid w:val="0033382C"/>
    <w:rsid w:val="0034704A"/>
    <w:rsid w:val="003608DE"/>
    <w:rsid w:val="003645B1"/>
    <w:rsid w:val="003722EA"/>
    <w:rsid w:val="0038250B"/>
    <w:rsid w:val="003931EC"/>
    <w:rsid w:val="003D50AD"/>
    <w:rsid w:val="003E13A3"/>
    <w:rsid w:val="003F04F7"/>
    <w:rsid w:val="00404B59"/>
    <w:rsid w:val="0041349B"/>
    <w:rsid w:val="00454618"/>
    <w:rsid w:val="0045679A"/>
    <w:rsid w:val="00462928"/>
    <w:rsid w:val="00481044"/>
    <w:rsid w:val="00487C2F"/>
    <w:rsid w:val="0049038B"/>
    <w:rsid w:val="004B79EC"/>
    <w:rsid w:val="004C40A8"/>
    <w:rsid w:val="004D09E6"/>
    <w:rsid w:val="004D1CE0"/>
    <w:rsid w:val="004D70DE"/>
    <w:rsid w:val="004E761F"/>
    <w:rsid w:val="004F1AD8"/>
    <w:rsid w:val="004F7C6F"/>
    <w:rsid w:val="0051232F"/>
    <w:rsid w:val="00515530"/>
    <w:rsid w:val="00546B88"/>
    <w:rsid w:val="00572EC0"/>
    <w:rsid w:val="0057474C"/>
    <w:rsid w:val="00590557"/>
    <w:rsid w:val="005944BD"/>
    <w:rsid w:val="005A4930"/>
    <w:rsid w:val="005B3554"/>
    <w:rsid w:val="005B3A0C"/>
    <w:rsid w:val="005B4521"/>
    <w:rsid w:val="005C0A88"/>
    <w:rsid w:val="005C6734"/>
    <w:rsid w:val="005D17B1"/>
    <w:rsid w:val="005E3C77"/>
    <w:rsid w:val="0060443C"/>
    <w:rsid w:val="00623E8A"/>
    <w:rsid w:val="006465FC"/>
    <w:rsid w:val="00656FB9"/>
    <w:rsid w:val="00677968"/>
    <w:rsid w:val="006C1922"/>
    <w:rsid w:val="006E1034"/>
    <w:rsid w:val="006E6B14"/>
    <w:rsid w:val="006F24AE"/>
    <w:rsid w:val="00702160"/>
    <w:rsid w:val="007147D7"/>
    <w:rsid w:val="00721A25"/>
    <w:rsid w:val="00735CB3"/>
    <w:rsid w:val="00736DF1"/>
    <w:rsid w:val="00784019"/>
    <w:rsid w:val="007B0A9E"/>
    <w:rsid w:val="007C106B"/>
    <w:rsid w:val="007F3C14"/>
    <w:rsid w:val="00804021"/>
    <w:rsid w:val="00832B7A"/>
    <w:rsid w:val="0083764C"/>
    <w:rsid w:val="008506D5"/>
    <w:rsid w:val="00861E3F"/>
    <w:rsid w:val="0087165F"/>
    <w:rsid w:val="00892491"/>
    <w:rsid w:val="008C30B2"/>
    <w:rsid w:val="008C652B"/>
    <w:rsid w:val="008D1879"/>
    <w:rsid w:val="008F08F5"/>
    <w:rsid w:val="008F0BA3"/>
    <w:rsid w:val="00903B91"/>
    <w:rsid w:val="00913FE3"/>
    <w:rsid w:val="00926997"/>
    <w:rsid w:val="00942BD2"/>
    <w:rsid w:val="00953241"/>
    <w:rsid w:val="009554EE"/>
    <w:rsid w:val="00956297"/>
    <w:rsid w:val="00965FC7"/>
    <w:rsid w:val="00983BB6"/>
    <w:rsid w:val="00991BE8"/>
    <w:rsid w:val="00997F1B"/>
    <w:rsid w:val="009A49F9"/>
    <w:rsid w:val="009C0BC9"/>
    <w:rsid w:val="009C73A6"/>
    <w:rsid w:val="009D350F"/>
    <w:rsid w:val="009D6BFF"/>
    <w:rsid w:val="00A30B62"/>
    <w:rsid w:val="00A86BC8"/>
    <w:rsid w:val="00A959BA"/>
    <w:rsid w:val="00AA67D0"/>
    <w:rsid w:val="00AB1902"/>
    <w:rsid w:val="00AC1B61"/>
    <w:rsid w:val="00AD4FCF"/>
    <w:rsid w:val="00AF17B2"/>
    <w:rsid w:val="00AF5C9D"/>
    <w:rsid w:val="00B04C74"/>
    <w:rsid w:val="00B45739"/>
    <w:rsid w:val="00B56E3E"/>
    <w:rsid w:val="00B67914"/>
    <w:rsid w:val="00B8251A"/>
    <w:rsid w:val="00BA0B91"/>
    <w:rsid w:val="00BD08CF"/>
    <w:rsid w:val="00BE0117"/>
    <w:rsid w:val="00BF2977"/>
    <w:rsid w:val="00C07BD9"/>
    <w:rsid w:val="00C21B4E"/>
    <w:rsid w:val="00C67858"/>
    <w:rsid w:val="00CC1FB7"/>
    <w:rsid w:val="00CD2624"/>
    <w:rsid w:val="00CD5F2D"/>
    <w:rsid w:val="00CE1581"/>
    <w:rsid w:val="00CE203D"/>
    <w:rsid w:val="00CE2871"/>
    <w:rsid w:val="00CF1398"/>
    <w:rsid w:val="00D04342"/>
    <w:rsid w:val="00D21019"/>
    <w:rsid w:val="00D34F84"/>
    <w:rsid w:val="00D568B7"/>
    <w:rsid w:val="00D667B3"/>
    <w:rsid w:val="00D77F80"/>
    <w:rsid w:val="00DB259B"/>
    <w:rsid w:val="00DC5790"/>
    <w:rsid w:val="00DF4D70"/>
    <w:rsid w:val="00E1600E"/>
    <w:rsid w:val="00E6668B"/>
    <w:rsid w:val="00EA7C09"/>
    <w:rsid w:val="00EB00A8"/>
    <w:rsid w:val="00EB64C4"/>
    <w:rsid w:val="00EC446A"/>
    <w:rsid w:val="00EC5A80"/>
    <w:rsid w:val="00EC6729"/>
    <w:rsid w:val="00EF0EC0"/>
    <w:rsid w:val="00F34316"/>
    <w:rsid w:val="00F40B1F"/>
    <w:rsid w:val="00F4155D"/>
    <w:rsid w:val="00FC2429"/>
    <w:rsid w:val="00FD4D76"/>
    <w:rsid w:val="00FE14AC"/>
    <w:rsid w:val="00FE1934"/>
    <w:rsid w:val="00FF7D0C"/>
    <w:rsid w:val="00FF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B6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38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3382C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333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3382C"/>
    <w:rPr>
      <w:sz w:val="18"/>
      <w:szCs w:val="18"/>
    </w:rPr>
  </w:style>
  <w:style w:type="character" w:customStyle="1" w:styleId="font01">
    <w:name w:val="font01"/>
    <w:basedOn w:val="DefaultParagraphFont"/>
    <w:uiPriority w:val="99"/>
    <w:rsid w:val="0033382C"/>
    <w:rPr>
      <w:rFonts w:ascii="仿宋_GB2312" w:eastAsia="仿宋_GB2312" w:cs="仿宋_GB2312"/>
      <w:b/>
      <w:bCs/>
      <w:color w:val="000000"/>
      <w:sz w:val="28"/>
      <w:szCs w:val="28"/>
      <w:u w:val="none"/>
      <w:effect w:val="none"/>
    </w:rPr>
  </w:style>
  <w:style w:type="character" w:customStyle="1" w:styleId="font11">
    <w:name w:val="font11"/>
    <w:basedOn w:val="DefaultParagraphFont"/>
    <w:uiPriority w:val="99"/>
    <w:rsid w:val="0033382C"/>
    <w:rPr>
      <w:rFonts w:ascii="仿宋_GB2312" w:eastAsia="仿宋_GB2312" w:cs="仿宋_GB2312"/>
      <w:color w:val="000000"/>
      <w:sz w:val="28"/>
      <w:szCs w:val="28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rsid w:val="003338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382C"/>
    <w:rPr>
      <w:sz w:val="18"/>
      <w:szCs w:val="18"/>
    </w:rPr>
  </w:style>
  <w:style w:type="table" w:styleId="TableGrid">
    <w:name w:val="Table Grid"/>
    <w:basedOn w:val="TableNormal"/>
    <w:uiPriority w:val="99"/>
    <w:rsid w:val="0033382C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31">
    <w:name w:val="font31"/>
    <w:basedOn w:val="DefaultParagraphFont"/>
    <w:uiPriority w:val="99"/>
    <w:rsid w:val="0019623A"/>
    <w:rPr>
      <w:rFonts w:ascii="Times New Roman" w:hAnsi="Times New Roman" w:cs="Times New Roman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09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3FAD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5</Pages>
  <Words>292</Words>
  <Characters>1668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0</cp:lastModifiedBy>
  <cp:revision>10</cp:revision>
  <cp:lastPrinted>2016-01-13T01:55:00Z</cp:lastPrinted>
  <dcterms:created xsi:type="dcterms:W3CDTF">2016-01-11T09:06:00Z</dcterms:created>
  <dcterms:modified xsi:type="dcterms:W3CDTF">2016-08-31T06:58:00Z</dcterms:modified>
</cp:coreProperties>
</file>